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33C0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A93DA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2F4C4F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226E2">
        <w:rPr>
          <w:rFonts w:ascii="Corbel" w:hAnsi="Corbel"/>
          <w:i/>
          <w:smallCaps/>
          <w:sz w:val="24"/>
          <w:szCs w:val="24"/>
        </w:rPr>
        <w:t xml:space="preserve"> 20</w:t>
      </w:r>
      <w:r w:rsidR="00FE68FC">
        <w:rPr>
          <w:rFonts w:ascii="Corbel" w:hAnsi="Corbel"/>
          <w:i/>
          <w:smallCaps/>
          <w:sz w:val="24"/>
          <w:szCs w:val="24"/>
        </w:rPr>
        <w:t>19</w:t>
      </w:r>
      <w:r w:rsidR="00E226E2">
        <w:rPr>
          <w:rFonts w:ascii="Corbel" w:hAnsi="Corbel"/>
          <w:i/>
          <w:smallCaps/>
          <w:sz w:val="24"/>
          <w:szCs w:val="24"/>
        </w:rPr>
        <w:t>-202</w:t>
      </w:r>
      <w:r w:rsidR="00FE68FC">
        <w:rPr>
          <w:rFonts w:ascii="Corbel" w:hAnsi="Corbel"/>
          <w:i/>
          <w:smallCaps/>
          <w:sz w:val="24"/>
          <w:szCs w:val="24"/>
        </w:rPr>
        <w:t>2</w:t>
      </w:r>
    </w:p>
    <w:p w14:paraId="528F3BE7" w14:textId="77777777" w:rsidR="0085747A" w:rsidRDefault="0085747A" w:rsidP="00322C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BF9F883" w14:textId="77777777" w:rsidR="00322CCF" w:rsidRDefault="00E226E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14:paraId="1FBFB380" w14:textId="77777777" w:rsidR="00445970" w:rsidRPr="00EA4832" w:rsidRDefault="00E226E2" w:rsidP="00322C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FE68FC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FE68FC">
        <w:rPr>
          <w:rFonts w:ascii="Corbel" w:hAnsi="Corbel"/>
          <w:sz w:val="20"/>
          <w:szCs w:val="20"/>
        </w:rPr>
        <w:t>1</w:t>
      </w:r>
    </w:p>
    <w:p w14:paraId="1855FD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E28D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B815CD" w14:textId="77777777" w:rsidTr="00B819C8">
        <w:tc>
          <w:tcPr>
            <w:tcW w:w="2694" w:type="dxa"/>
            <w:vAlign w:val="center"/>
          </w:tcPr>
          <w:p w14:paraId="4F5923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B4FF6F" w14:textId="77777777" w:rsidR="0085747A" w:rsidRPr="009C54AE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badań społecznych</w:t>
            </w:r>
          </w:p>
        </w:tc>
      </w:tr>
      <w:tr w:rsidR="0085747A" w:rsidRPr="009C54AE" w14:paraId="58797E13" w14:textId="77777777" w:rsidTr="00B819C8">
        <w:tc>
          <w:tcPr>
            <w:tcW w:w="2694" w:type="dxa"/>
            <w:vAlign w:val="center"/>
          </w:tcPr>
          <w:p w14:paraId="7429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5B5284" w14:textId="77777777" w:rsidR="0085747A" w:rsidRPr="00E226E2" w:rsidRDefault="00E226E2" w:rsidP="00E226E2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P1S[2]O_04</w:t>
            </w:r>
          </w:p>
        </w:tc>
      </w:tr>
      <w:tr w:rsidR="0085747A" w:rsidRPr="009C54AE" w14:paraId="6DD0600A" w14:textId="77777777" w:rsidTr="00B819C8">
        <w:tc>
          <w:tcPr>
            <w:tcW w:w="2694" w:type="dxa"/>
            <w:vAlign w:val="center"/>
          </w:tcPr>
          <w:p w14:paraId="47E67CD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50FB94" w14:textId="77777777" w:rsidR="0085747A" w:rsidRPr="009C54AE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8484B5" w14:textId="77777777" w:rsidTr="00B819C8">
        <w:tc>
          <w:tcPr>
            <w:tcW w:w="2694" w:type="dxa"/>
            <w:vAlign w:val="center"/>
          </w:tcPr>
          <w:p w14:paraId="6E0142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F992F" w14:textId="77777777" w:rsidR="0085747A" w:rsidRPr="009C54AE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D8A71" w14:textId="77777777" w:rsidTr="00B819C8">
        <w:tc>
          <w:tcPr>
            <w:tcW w:w="2694" w:type="dxa"/>
            <w:vAlign w:val="center"/>
          </w:tcPr>
          <w:p w14:paraId="75E3C5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0B97DB" w14:textId="77777777" w:rsidR="0085747A" w:rsidRPr="009C54AE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7C5B768A" w14:textId="77777777" w:rsidTr="00B819C8">
        <w:tc>
          <w:tcPr>
            <w:tcW w:w="2694" w:type="dxa"/>
            <w:vAlign w:val="center"/>
          </w:tcPr>
          <w:p w14:paraId="314501B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60B70E" w14:textId="77777777" w:rsidR="0085747A" w:rsidRPr="009C54AE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6379706B" w14:textId="77777777" w:rsidTr="00B819C8">
        <w:tc>
          <w:tcPr>
            <w:tcW w:w="2694" w:type="dxa"/>
            <w:vAlign w:val="center"/>
          </w:tcPr>
          <w:p w14:paraId="5BDF7F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A6675" w14:textId="77777777" w:rsidR="0085747A" w:rsidRPr="009C54AE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257D85" w14:textId="77777777" w:rsidTr="00B819C8">
        <w:tc>
          <w:tcPr>
            <w:tcW w:w="2694" w:type="dxa"/>
            <w:vAlign w:val="center"/>
          </w:tcPr>
          <w:p w14:paraId="44DA91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0D23DD" w14:textId="77777777" w:rsidR="0085747A" w:rsidRPr="009C54AE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C340FF" w14:textId="77777777" w:rsidTr="00B819C8">
        <w:tc>
          <w:tcPr>
            <w:tcW w:w="2694" w:type="dxa"/>
            <w:vAlign w:val="center"/>
          </w:tcPr>
          <w:p w14:paraId="304D45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FD962" w14:textId="77777777" w:rsidR="0085747A" w:rsidRPr="009C54AE" w:rsidRDefault="00E226E2" w:rsidP="00E226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2CC23C1F" w14:textId="77777777" w:rsidTr="00B819C8">
        <w:tc>
          <w:tcPr>
            <w:tcW w:w="2694" w:type="dxa"/>
            <w:vAlign w:val="center"/>
          </w:tcPr>
          <w:p w14:paraId="0BA139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299191" w14:textId="77777777" w:rsidR="0085747A" w:rsidRPr="009C54AE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3B7D1494" w14:textId="77777777" w:rsidTr="00B819C8">
        <w:tc>
          <w:tcPr>
            <w:tcW w:w="2694" w:type="dxa"/>
            <w:vAlign w:val="center"/>
          </w:tcPr>
          <w:p w14:paraId="32893FF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66A963" w14:textId="77777777" w:rsidR="00923D7D" w:rsidRPr="009C54AE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7BC4A303" w14:textId="77777777" w:rsidTr="00B819C8">
        <w:tc>
          <w:tcPr>
            <w:tcW w:w="2694" w:type="dxa"/>
            <w:vAlign w:val="center"/>
          </w:tcPr>
          <w:p w14:paraId="488B54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44BAF2" w14:textId="77777777" w:rsidR="0085747A" w:rsidRPr="009C54AE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586F6D89" w14:textId="77777777" w:rsidTr="00B819C8">
        <w:tc>
          <w:tcPr>
            <w:tcW w:w="2694" w:type="dxa"/>
            <w:vAlign w:val="center"/>
          </w:tcPr>
          <w:p w14:paraId="41AEA6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40B6FF" w14:textId="77777777" w:rsidR="0085747A" w:rsidRDefault="00E226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  <w:p w14:paraId="21B92FE7" w14:textId="77777777" w:rsidR="00E226E2" w:rsidRPr="009C54AE" w:rsidRDefault="00E226E2" w:rsidP="00760D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</w:tbl>
    <w:p w14:paraId="45C9F89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5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6652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4708B5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A6DA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B4D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2F4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F9D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3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93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FC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47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672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07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D9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E1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752B1" w14:textId="77777777" w:rsidTr="00322CC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660D" w14:textId="77777777" w:rsidR="00015B8F" w:rsidRPr="009C54AE" w:rsidRDefault="00E226E2" w:rsidP="00322C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E255A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EBCC" w14:textId="77777777" w:rsidR="00015B8F" w:rsidRPr="009C54AE" w:rsidRDefault="00E226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BA3D" w14:textId="77777777" w:rsidR="00015B8F" w:rsidRPr="009C54AE" w:rsidRDefault="00E226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9ACA" w14:textId="77777777" w:rsidR="00015B8F" w:rsidRPr="009C54AE" w:rsidRDefault="00E226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0F20" w14:textId="77777777" w:rsidR="00015B8F" w:rsidRPr="009C54AE" w:rsidRDefault="00E226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0CFF" w14:textId="77777777" w:rsidR="00015B8F" w:rsidRPr="009C54AE" w:rsidRDefault="00E226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92B1" w14:textId="77777777" w:rsidR="00015B8F" w:rsidRPr="009C54AE" w:rsidRDefault="00E226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541C" w14:textId="77777777" w:rsidR="00015B8F" w:rsidRPr="009C54AE" w:rsidRDefault="00E226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9EC6" w14:textId="77777777" w:rsidR="00015B8F" w:rsidRPr="009C54AE" w:rsidRDefault="00E226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DB48" w14:textId="77777777" w:rsidR="00015B8F" w:rsidRPr="009C54AE" w:rsidRDefault="004115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0C1B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9191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ACC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C60760" w14:textId="77777777" w:rsidR="0085747A" w:rsidRPr="009C54AE" w:rsidRDefault="00E226E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26E2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15AB3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73A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64481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2F0D20" w14:textId="77777777" w:rsidR="00E226E2" w:rsidRDefault="00E255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A174BE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6EC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89659A3" w14:textId="77777777" w:rsidTr="00745302">
        <w:tc>
          <w:tcPr>
            <w:tcW w:w="9670" w:type="dxa"/>
          </w:tcPr>
          <w:p w14:paraId="2C7DFE6D" w14:textId="77777777" w:rsidR="0085747A" w:rsidRPr="009C54AE" w:rsidRDefault="00E226E2" w:rsidP="0074625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E2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„Wstęp do socjologii”</w:t>
            </w:r>
            <w:r w:rsidR="00E2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„Elementy filozofii”</w:t>
            </w:r>
          </w:p>
        </w:tc>
      </w:tr>
    </w:tbl>
    <w:p w14:paraId="3AF9AB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2EFC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97AB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988B2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81E4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03A224B" w14:textId="77777777" w:rsidTr="00923D7D">
        <w:tc>
          <w:tcPr>
            <w:tcW w:w="851" w:type="dxa"/>
            <w:vAlign w:val="center"/>
          </w:tcPr>
          <w:p w14:paraId="1CADE9B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EBD43E" w14:textId="77777777" w:rsidR="0085747A" w:rsidRPr="009C54AE" w:rsidRDefault="00E255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34FB">
              <w:rPr>
                <w:rFonts w:ascii="Corbel" w:hAnsi="Corbel"/>
                <w:b w:val="0"/>
                <w:sz w:val="24"/>
                <w:szCs w:val="24"/>
              </w:rPr>
              <w:t>dostarczenie wiedzy o metodach i technikach badań społecznych oraz ich praktycznego zastosowania</w:t>
            </w:r>
          </w:p>
        </w:tc>
      </w:tr>
      <w:tr w:rsidR="0085747A" w:rsidRPr="009C54AE" w14:paraId="4C5A4CFE" w14:textId="77777777" w:rsidTr="00923D7D">
        <w:tc>
          <w:tcPr>
            <w:tcW w:w="851" w:type="dxa"/>
            <w:vAlign w:val="center"/>
          </w:tcPr>
          <w:p w14:paraId="414273EF" w14:textId="77777777" w:rsidR="0085747A" w:rsidRPr="009C54AE" w:rsidRDefault="00E255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6665C0" w14:textId="77777777" w:rsidR="0085747A" w:rsidRPr="009C54AE" w:rsidRDefault="00E255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4177">
              <w:rPr>
                <w:rFonts w:ascii="Corbel" w:hAnsi="Corbel"/>
                <w:b w:val="0"/>
                <w:sz w:val="24"/>
                <w:szCs w:val="24"/>
              </w:rPr>
              <w:t>zapoznanie studenta z etapami procesu badawczego w naukach społecznych</w:t>
            </w:r>
          </w:p>
        </w:tc>
      </w:tr>
      <w:tr w:rsidR="0085747A" w:rsidRPr="009C54AE" w14:paraId="450CBCD1" w14:textId="77777777" w:rsidTr="00923D7D">
        <w:tc>
          <w:tcPr>
            <w:tcW w:w="851" w:type="dxa"/>
            <w:vAlign w:val="center"/>
          </w:tcPr>
          <w:p w14:paraId="3F488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55A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CB273AE" w14:textId="77777777" w:rsidR="0085747A" w:rsidRPr="009C54AE" w:rsidRDefault="00E255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4177">
              <w:rPr>
                <w:rFonts w:ascii="Corbel" w:hAnsi="Corbel"/>
                <w:b w:val="0"/>
                <w:sz w:val="24"/>
                <w:szCs w:val="24"/>
              </w:rPr>
              <w:t>wykształcenie umiejętności projektowania i prowadzenia badań społecznych</w:t>
            </w:r>
          </w:p>
        </w:tc>
      </w:tr>
      <w:tr w:rsidR="00E255AD" w:rsidRPr="009C54AE" w14:paraId="20AE8F94" w14:textId="77777777" w:rsidTr="00923D7D">
        <w:tc>
          <w:tcPr>
            <w:tcW w:w="851" w:type="dxa"/>
            <w:vAlign w:val="center"/>
          </w:tcPr>
          <w:p w14:paraId="14B47944" w14:textId="77777777" w:rsidR="00E255AD" w:rsidRPr="009C54AE" w:rsidRDefault="00E255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9CE949" w14:textId="77777777" w:rsidR="00E255AD" w:rsidRPr="009C54AE" w:rsidRDefault="00E255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4177">
              <w:rPr>
                <w:rFonts w:ascii="Corbel" w:hAnsi="Corbel"/>
                <w:b w:val="0"/>
                <w:sz w:val="24"/>
                <w:szCs w:val="24"/>
              </w:rPr>
              <w:t>wykształcenie umiejętności pozyskiwania danych do analizy i diagnozowania zjawisk społecznych</w:t>
            </w:r>
          </w:p>
        </w:tc>
      </w:tr>
    </w:tbl>
    <w:p w14:paraId="63C6F6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EAC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7FF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AF128E3" w14:textId="77777777" w:rsidTr="0071620A">
        <w:tc>
          <w:tcPr>
            <w:tcW w:w="1701" w:type="dxa"/>
            <w:vAlign w:val="center"/>
          </w:tcPr>
          <w:p w14:paraId="5934FD7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0ECFEF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EFD6A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5AD" w:rsidRPr="009C54AE" w14:paraId="5CBF7638" w14:textId="77777777" w:rsidTr="005E6E85">
        <w:tc>
          <w:tcPr>
            <w:tcW w:w="1701" w:type="dxa"/>
          </w:tcPr>
          <w:p w14:paraId="70BA6A7F" w14:textId="77777777" w:rsidR="00E255AD" w:rsidRPr="00C74177" w:rsidRDefault="00E255AD" w:rsidP="003D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A9488C4" w14:textId="77777777" w:rsidR="00E255AD" w:rsidRPr="00C74177" w:rsidRDefault="00E255AD" w:rsidP="003D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 xml:space="preserve">Student rozumie pojęcie danych w naukach społecznych i identyfikuje ich rodzaje występujące w obszarze pracy socjalnej </w:t>
            </w:r>
          </w:p>
        </w:tc>
        <w:tc>
          <w:tcPr>
            <w:tcW w:w="1873" w:type="dxa"/>
          </w:tcPr>
          <w:p w14:paraId="6F4FA024" w14:textId="77777777" w:rsidR="00E255AD" w:rsidRPr="00FD2746" w:rsidRDefault="00E255AD" w:rsidP="003D283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eastAsia="Times New Roman" w:hAnsi="Corbel" w:cs="Calibri"/>
                <w:color w:val="000000"/>
                <w:sz w:val="24"/>
                <w:lang w:eastAsia="pl-PL"/>
              </w:rPr>
              <w:t>K_W09</w:t>
            </w:r>
          </w:p>
        </w:tc>
      </w:tr>
      <w:tr w:rsidR="00E255AD" w:rsidRPr="009C54AE" w14:paraId="469F9DB7" w14:textId="77777777" w:rsidTr="005E6E85">
        <w:tc>
          <w:tcPr>
            <w:tcW w:w="1701" w:type="dxa"/>
          </w:tcPr>
          <w:p w14:paraId="382726F9" w14:textId="77777777" w:rsidR="00E255AD" w:rsidRPr="00C74177" w:rsidRDefault="00E255AD" w:rsidP="003D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0EF61F" w14:textId="77777777" w:rsidR="00E255AD" w:rsidRPr="00C74177" w:rsidRDefault="00E255AD" w:rsidP="003D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Student zna paradygmaty, tradycje, strategie, metody i techniki badań społecznych oraz zasady ich doboru, projektowania i aplikacji w obszarze pracy socjalnej</w:t>
            </w:r>
          </w:p>
        </w:tc>
        <w:tc>
          <w:tcPr>
            <w:tcW w:w="1873" w:type="dxa"/>
          </w:tcPr>
          <w:p w14:paraId="4604F108" w14:textId="77777777" w:rsidR="00E255AD" w:rsidRPr="00FD2746" w:rsidRDefault="00E255AD" w:rsidP="003D283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eastAsia="Times New Roman" w:hAnsi="Corbel" w:cs="Calibri"/>
                <w:color w:val="000000"/>
                <w:sz w:val="24"/>
                <w:lang w:eastAsia="pl-PL"/>
              </w:rPr>
              <w:t>K_W10</w:t>
            </w:r>
          </w:p>
        </w:tc>
      </w:tr>
      <w:tr w:rsidR="00E255AD" w:rsidRPr="009C54AE" w14:paraId="5E2F02EE" w14:textId="77777777" w:rsidTr="005E6E85">
        <w:tc>
          <w:tcPr>
            <w:tcW w:w="1701" w:type="dxa"/>
          </w:tcPr>
          <w:p w14:paraId="74725F34" w14:textId="77777777" w:rsidR="00E255AD" w:rsidRPr="00C74177" w:rsidRDefault="00E255AD" w:rsidP="003D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BB330B" w14:textId="77777777" w:rsidR="00E255AD" w:rsidRPr="00C74177" w:rsidRDefault="00E255AD" w:rsidP="003D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Student rozumie, opisuje i wyjaśnia zjawiska występujące w obszarze pracy socjalnej z zastosowanie teorii społecznych. Stosuje zgromadzoną wiedzę w praktyce pracy socjalnej.</w:t>
            </w:r>
          </w:p>
        </w:tc>
        <w:tc>
          <w:tcPr>
            <w:tcW w:w="1873" w:type="dxa"/>
          </w:tcPr>
          <w:p w14:paraId="42A20F3A" w14:textId="77777777" w:rsidR="00E255AD" w:rsidRPr="00FD2746" w:rsidRDefault="00E255AD" w:rsidP="003D283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eastAsia="Times New Roman" w:hAnsi="Corbel" w:cs="Calibri"/>
                <w:color w:val="000000"/>
                <w:sz w:val="24"/>
                <w:lang w:eastAsia="pl-PL"/>
              </w:rPr>
              <w:t>K_U02</w:t>
            </w:r>
          </w:p>
        </w:tc>
      </w:tr>
      <w:tr w:rsidR="00E255AD" w:rsidRPr="009C54AE" w14:paraId="3292B6A5" w14:textId="77777777" w:rsidTr="005E6E85">
        <w:tc>
          <w:tcPr>
            <w:tcW w:w="1701" w:type="dxa"/>
          </w:tcPr>
          <w:p w14:paraId="4C903CA7" w14:textId="77777777" w:rsidR="00E255AD" w:rsidRPr="00C74177" w:rsidRDefault="00E255AD" w:rsidP="003D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473A47D" w14:textId="77777777" w:rsidR="00E255AD" w:rsidRPr="00C74177" w:rsidRDefault="00E255AD" w:rsidP="003D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Student analizuje zjawiska zachodzące w otoczeniu społecznym i trafnie diagnozuje ich elementy implikujące procesy stanowiące przedmiot zainteresowań pracy socjalnej w celu przeciwdziałania ubóstwu i wykluczeniu społecznemu</w:t>
            </w:r>
          </w:p>
        </w:tc>
        <w:tc>
          <w:tcPr>
            <w:tcW w:w="1873" w:type="dxa"/>
          </w:tcPr>
          <w:p w14:paraId="737A36BC" w14:textId="77777777" w:rsidR="00E255AD" w:rsidRPr="00FD2746" w:rsidRDefault="00E255AD" w:rsidP="003D283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eastAsia="Times New Roman" w:hAnsi="Corbel" w:cs="Calibri"/>
                <w:color w:val="000000"/>
                <w:sz w:val="24"/>
                <w:lang w:eastAsia="pl-PL"/>
              </w:rPr>
              <w:t>K_U03</w:t>
            </w:r>
          </w:p>
        </w:tc>
      </w:tr>
      <w:tr w:rsidR="00E255AD" w:rsidRPr="009C54AE" w14:paraId="33BED0D2" w14:textId="77777777" w:rsidTr="005E6E85">
        <w:tc>
          <w:tcPr>
            <w:tcW w:w="1701" w:type="dxa"/>
          </w:tcPr>
          <w:p w14:paraId="4175A498" w14:textId="77777777" w:rsidR="00E255AD" w:rsidRPr="00C74177" w:rsidRDefault="00E255AD" w:rsidP="003D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9382E17" w14:textId="77777777" w:rsidR="00E255AD" w:rsidRPr="00C74177" w:rsidRDefault="00E255AD" w:rsidP="003D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Stosuje naukowe podstawy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interpretacji</w:t>
            </w:r>
            <w:r w:rsidRPr="00C74177">
              <w:rPr>
                <w:rFonts w:ascii="Corbel" w:hAnsi="Corbel"/>
                <w:b w:val="0"/>
                <w:smallCaps w:val="0"/>
                <w:szCs w:val="24"/>
              </w:rPr>
              <w:t xml:space="preserve"> ludzkich zachowań w praktyce pracy socjalnej</w:t>
            </w:r>
          </w:p>
        </w:tc>
        <w:tc>
          <w:tcPr>
            <w:tcW w:w="1873" w:type="dxa"/>
          </w:tcPr>
          <w:p w14:paraId="5B4CFE26" w14:textId="77777777" w:rsidR="00E255AD" w:rsidRPr="00FD2746" w:rsidRDefault="00E255AD" w:rsidP="003D283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eastAsia="Times New Roman" w:hAnsi="Corbel" w:cs="Calibri"/>
                <w:color w:val="000000"/>
                <w:sz w:val="24"/>
                <w:lang w:eastAsia="pl-PL"/>
              </w:rPr>
              <w:t>K_K05</w:t>
            </w:r>
          </w:p>
        </w:tc>
      </w:tr>
    </w:tbl>
    <w:p w14:paraId="3A5DDA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26BA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67C99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AD985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0A04FA8" w14:textId="77777777" w:rsidTr="00923D7D">
        <w:tc>
          <w:tcPr>
            <w:tcW w:w="9639" w:type="dxa"/>
          </w:tcPr>
          <w:p w14:paraId="2DBA56C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55AD" w:rsidRPr="009C54AE" w14:paraId="4B4EF56B" w14:textId="77777777" w:rsidTr="00923D7D">
        <w:tc>
          <w:tcPr>
            <w:tcW w:w="9639" w:type="dxa"/>
          </w:tcPr>
          <w:p w14:paraId="011CDCCB" w14:textId="77777777" w:rsidR="00E255AD" w:rsidRPr="00C74177" w:rsidRDefault="00E255AD" w:rsidP="003D283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Struktura procesu badawczego: konceptualizacja, operacjonalizacja, pomiar, analiza i interpretacja wyników</w:t>
            </w:r>
          </w:p>
        </w:tc>
      </w:tr>
      <w:tr w:rsidR="00E255AD" w:rsidRPr="009C54AE" w14:paraId="74AA1EE8" w14:textId="77777777" w:rsidTr="00923D7D">
        <w:tc>
          <w:tcPr>
            <w:tcW w:w="9639" w:type="dxa"/>
          </w:tcPr>
          <w:p w14:paraId="2F29E104" w14:textId="77777777" w:rsidR="00E255AD" w:rsidRPr="00C74177" w:rsidRDefault="00E255AD" w:rsidP="003D2835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Problemy badawcze i hipotezy – warunki poprawności problemów i hipotez badawczych</w:t>
            </w:r>
          </w:p>
        </w:tc>
      </w:tr>
      <w:tr w:rsidR="00E255AD" w:rsidRPr="009C54AE" w14:paraId="2440E047" w14:textId="77777777" w:rsidTr="00923D7D">
        <w:tc>
          <w:tcPr>
            <w:tcW w:w="9639" w:type="dxa"/>
          </w:tcPr>
          <w:p w14:paraId="3D709CEC" w14:textId="77777777" w:rsidR="00E255AD" w:rsidRPr="00C74177" w:rsidRDefault="00E255AD" w:rsidP="003D2835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Metody jakościowe i ilościowe – ich specyfika, mocne i słabe strony, a także możliwości i ograniczenia ich stosowania</w:t>
            </w:r>
          </w:p>
        </w:tc>
      </w:tr>
      <w:tr w:rsidR="00E255AD" w:rsidRPr="009C54AE" w14:paraId="6A5D8F1A" w14:textId="77777777" w:rsidTr="00923D7D">
        <w:tc>
          <w:tcPr>
            <w:tcW w:w="9639" w:type="dxa"/>
          </w:tcPr>
          <w:p w14:paraId="67E8D5C3" w14:textId="77777777" w:rsidR="00E255AD" w:rsidRPr="00C74177" w:rsidRDefault="00E255AD" w:rsidP="003D2835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 xml:space="preserve">Metody a techniki badawcze i narzędzia badawcze, źródła danych (pierwotne i wtórne), pytania </w:t>
            </w:r>
            <w:r w:rsidRPr="00C74177">
              <w:rPr>
                <w:rFonts w:ascii="Corbel" w:hAnsi="Corbel"/>
              </w:rPr>
              <w:lastRenderedPageBreak/>
              <w:t>badawcze a pytania w narzędziach badawczych</w:t>
            </w:r>
          </w:p>
        </w:tc>
      </w:tr>
      <w:tr w:rsidR="00E255AD" w:rsidRPr="009C54AE" w14:paraId="35193A7A" w14:textId="77777777" w:rsidTr="00923D7D">
        <w:tc>
          <w:tcPr>
            <w:tcW w:w="9639" w:type="dxa"/>
          </w:tcPr>
          <w:p w14:paraId="2247BC8D" w14:textId="77777777" w:rsidR="00E255AD" w:rsidRPr="00C74177" w:rsidRDefault="00E255AD" w:rsidP="003D283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lastRenderedPageBreak/>
              <w:t>Triangulacja metodologiczna: triangulacja metod badawczych, triangulacja źródeł danych, triangulacja perspektyw badawczych</w:t>
            </w:r>
          </w:p>
        </w:tc>
      </w:tr>
      <w:tr w:rsidR="00E255AD" w:rsidRPr="009C54AE" w14:paraId="26DEAACF" w14:textId="77777777" w:rsidTr="00923D7D">
        <w:tc>
          <w:tcPr>
            <w:tcW w:w="9639" w:type="dxa"/>
          </w:tcPr>
          <w:p w14:paraId="23E51837" w14:textId="77777777" w:rsidR="00E255AD" w:rsidRPr="00C74177" w:rsidRDefault="00E255AD" w:rsidP="003D283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 xml:space="preserve">Badania przekrojowe a badania dynamiczne, badania panelowe, badania </w:t>
            </w:r>
            <w:proofErr w:type="spellStart"/>
            <w:r w:rsidRPr="00C74177">
              <w:rPr>
                <w:rFonts w:ascii="Corbel" w:hAnsi="Corbel"/>
              </w:rPr>
              <w:t>trackingowe</w:t>
            </w:r>
            <w:proofErr w:type="spellEnd"/>
          </w:p>
        </w:tc>
      </w:tr>
      <w:tr w:rsidR="00E255AD" w:rsidRPr="009C54AE" w14:paraId="36016CC5" w14:textId="77777777" w:rsidTr="00923D7D">
        <w:tc>
          <w:tcPr>
            <w:tcW w:w="9639" w:type="dxa"/>
          </w:tcPr>
          <w:p w14:paraId="474B7CD9" w14:textId="77777777" w:rsidR="00E255AD" w:rsidRPr="00C74177" w:rsidRDefault="00E255AD" w:rsidP="003D2835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Pomiar. Trafność i rzetelność pomiaru.</w:t>
            </w:r>
          </w:p>
        </w:tc>
      </w:tr>
      <w:tr w:rsidR="00E255AD" w:rsidRPr="009C54AE" w14:paraId="4AB9DEDC" w14:textId="77777777" w:rsidTr="00923D7D">
        <w:tc>
          <w:tcPr>
            <w:tcW w:w="9639" w:type="dxa"/>
          </w:tcPr>
          <w:p w14:paraId="6FB69688" w14:textId="77777777" w:rsidR="00E255AD" w:rsidRPr="00C74177" w:rsidRDefault="00E255AD" w:rsidP="003D2835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Skale pomiarowe a poziom pomiaru. Konstruowanie różnych typów skal.</w:t>
            </w:r>
          </w:p>
        </w:tc>
      </w:tr>
      <w:tr w:rsidR="00E255AD" w:rsidRPr="009C54AE" w14:paraId="4E820752" w14:textId="77777777" w:rsidTr="00923D7D">
        <w:tc>
          <w:tcPr>
            <w:tcW w:w="9639" w:type="dxa"/>
          </w:tcPr>
          <w:p w14:paraId="57A776B6" w14:textId="77777777" w:rsidR="00E255AD" w:rsidRPr="00C74177" w:rsidRDefault="00E255AD" w:rsidP="003D2835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 xml:space="preserve">Budowa kwestionariusza. Kwestionariusz ankiety a kwestionariusz wywiadu. Rodzaje pytań kwestionariuszowych. Błędy w formułowaniu pytań. </w:t>
            </w:r>
          </w:p>
        </w:tc>
      </w:tr>
      <w:tr w:rsidR="00E255AD" w:rsidRPr="009C54AE" w14:paraId="0D8F8793" w14:textId="77777777" w:rsidTr="00923D7D">
        <w:tc>
          <w:tcPr>
            <w:tcW w:w="9639" w:type="dxa"/>
          </w:tcPr>
          <w:p w14:paraId="6D5FC182" w14:textId="77777777" w:rsidR="00E255AD" w:rsidRPr="00C74177" w:rsidRDefault="00E255AD" w:rsidP="003D2835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Dobór próby. Rodzaje prób stosowanych w badaniach społecznych.</w:t>
            </w:r>
          </w:p>
        </w:tc>
      </w:tr>
      <w:tr w:rsidR="00E255AD" w:rsidRPr="009C54AE" w14:paraId="73511F95" w14:textId="77777777" w:rsidTr="00923D7D">
        <w:tc>
          <w:tcPr>
            <w:tcW w:w="9639" w:type="dxa"/>
          </w:tcPr>
          <w:p w14:paraId="5650C2E1" w14:textId="77777777" w:rsidR="00E255AD" w:rsidRPr="00C74177" w:rsidRDefault="00E255AD" w:rsidP="003D2835">
            <w:pPr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Metody badań jakościowych: obserwacja, eksperyment, wywiad, zogniskowany wywiad grupowy, studium przypadku</w:t>
            </w:r>
          </w:p>
        </w:tc>
      </w:tr>
      <w:tr w:rsidR="00E255AD" w:rsidRPr="009C54AE" w14:paraId="40DF58F6" w14:textId="77777777" w:rsidTr="00923D7D">
        <w:tc>
          <w:tcPr>
            <w:tcW w:w="9639" w:type="dxa"/>
          </w:tcPr>
          <w:p w14:paraId="0A357BE9" w14:textId="77777777" w:rsidR="00E255AD" w:rsidRPr="00C74177" w:rsidRDefault="00E255AD" w:rsidP="003D28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Rola badań społecznych w procesie wdrażania polityk publicznych, badania ewaluacyjne</w:t>
            </w:r>
          </w:p>
        </w:tc>
      </w:tr>
    </w:tbl>
    <w:p w14:paraId="53649B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AE57F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7075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E869EB" w14:textId="77777777" w:rsidTr="00923D7D">
        <w:tc>
          <w:tcPr>
            <w:tcW w:w="9639" w:type="dxa"/>
          </w:tcPr>
          <w:p w14:paraId="214EAA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55AD" w:rsidRPr="009C54AE" w14:paraId="138A2865" w14:textId="77777777" w:rsidTr="00923D7D">
        <w:tc>
          <w:tcPr>
            <w:tcW w:w="9639" w:type="dxa"/>
          </w:tcPr>
          <w:p w14:paraId="2C3458AE" w14:textId="77777777" w:rsidR="00E255AD" w:rsidRPr="00C74177" w:rsidRDefault="00E255AD" w:rsidP="003D2835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 xml:space="preserve">Podstawowe informacje z zakresu badań społecznych </w:t>
            </w:r>
          </w:p>
          <w:p w14:paraId="6F3ACBCC" w14:textId="77777777" w:rsidR="00E255AD" w:rsidRPr="00C74177" w:rsidRDefault="00E255AD" w:rsidP="003D283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Przedmiot badań społecznych, </w:t>
            </w:r>
          </w:p>
          <w:p w14:paraId="3DA940FA" w14:textId="77777777" w:rsidR="00E255AD" w:rsidRPr="00C74177" w:rsidRDefault="00E255AD" w:rsidP="003D283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Cele badań społecznych (badania eksploracyjne, opisowe, </w:t>
            </w:r>
            <w:proofErr w:type="spellStart"/>
            <w:r w:rsidRPr="00C74177">
              <w:rPr>
                <w:rFonts w:ascii="Corbel" w:hAnsi="Corbel"/>
                <w:w w:val="103"/>
              </w:rPr>
              <w:t>eksplanacyjne</w:t>
            </w:r>
            <w:proofErr w:type="spellEnd"/>
            <w:r w:rsidRPr="00C74177">
              <w:rPr>
                <w:rFonts w:ascii="Corbel" w:hAnsi="Corbel"/>
                <w:w w:val="103"/>
              </w:rPr>
              <w:t xml:space="preserve">) </w:t>
            </w:r>
          </w:p>
          <w:p w14:paraId="212E9801" w14:textId="77777777" w:rsidR="00E255AD" w:rsidRPr="00C74177" w:rsidRDefault="00E255AD" w:rsidP="003D283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Rodzaje metod i technik badań społecznych (np. obserwacja, wywiady, analiza dokumentów, monografia, eksperyment)</w:t>
            </w:r>
          </w:p>
        </w:tc>
      </w:tr>
      <w:tr w:rsidR="00E255AD" w:rsidRPr="009C54AE" w14:paraId="12E664BC" w14:textId="77777777" w:rsidTr="00923D7D">
        <w:tc>
          <w:tcPr>
            <w:tcW w:w="9639" w:type="dxa"/>
          </w:tcPr>
          <w:p w14:paraId="363C6FDA" w14:textId="77777777" w:rsidR="00E255AD" w:rsidRPr="00C74177" w:rsidRDefault="00E255AD" w:rsidP="003D2835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>Wybrane etapy procesu badawczego</w:t>
            </w:r>
          </w:p>
          <w:p w14:paraId="479BCAC6" w14:textId="77777777" w:rsidR="00E255AD" w:rsidRPr="00C74177" w:rsidRDefault="00E255AD" w:rsidP="003D2835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Problem badawczy i cel badania, </w:t>
            </w:r>
          </w:p>
          <w:p w14:paraId="3EBED9D5" w14:textId="77777777" w:rsidR="00E255AD" w:rsidRPr="00C74177" w:rsidRDefault="00E255AD" w:rsidP="003D2835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Eksplikacja problematyki badawczej, hipotezy,</w:t>
            </w:r>
          </w:p>
          <w:p w14:paraId="3AB79A4B" w14:textId="77777777" w:rsidR="00E255AD" w:rsidRPr="00C74177" w:rsidRDefault="00E255AD" w:rsidP="003D2835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Operacjonalizacja problematyki badawczej, Wybór</w:t>
            </w:r>
          </w:p>
          <w:p w14:paraId="30A707E3" w14:textId="77777777" w:rsidR="00E255AD" w:rsidRPr="00C74177" w:rsidRDefault="00E255AD" w:rsidP="003D28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4177">
              <w:rPr>
                <w:rFonts w:ascii="Corbel" w:hAnsi="Corbel"/>
                <w:w w:val="103"/>
              </w:rPr>
              <w:t xml:space="preserve">zbiorowości do badania, zmienne i wskaźniki, wybór metod i technik, techniki analizy wyników badań, </w:t>
            </w:r>
          </w:p>
        </w:tc>
      </w:tr>
      <w:tr w:rsidR="00E255AD" w:rsidRPr="009C54AE" w14:paraId="4376E771" w14:textId="77777777" w:rsidTr="00923D7D">
        <w:tc>
          <w:tcPr>
            <w:tcW w:w="9639" w:type="dxa"/>
          </w:tcPr>
          <w:p w14:paraId="2BB34EE6" w14:textId="77777777" w:rsidR="00E255AD" w:rsidRPr="00C74177" w:rsidRDefault="00E255AD" w:rsidP="003D2835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>Kwestionariusz ankiety i wywiadu – budowa narzędzia</w:t>
            </w:r>
          </w:p>
          <w:p w14:paraId="18E695CA" w14:textId="77777777" w:rsidR="00E255AD" w:rsidRPr="00C74177" w:rsidRDefault="00E255AD" w:rsidP="003D2835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Kwestionariusz ankiety i wywiadu – podobieństwa i różnice</w:t>
            </w:r>
          </w:p>
          <w:p w14:paraId="610D1DC1" w14:textId="77777777" w:rsidR="00E255AD" w:rsidRPr="00C74177" w:rsidRDefault="00E255AD" w:rsidP="003D2835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Elementy budowy kwestionariuszy: część formalno-ewidencyjna, pytania kwestionariuszowe, Zakończenie</w:t>
            </w:r>
          </w:p>
          <w:p w14:paraId="4F3B57DE" w14:textId="77777777" w:rsidR="00E255AD" w:rsidRPr="00C74177" w:rsidRDefault="00E255AD" w:rsidP="003D2835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4177">
              <w:rPr>
                <w:rFonts w:ascii="Corbel" w:hAnsi="Corbel"/>
                <w:w w:val="103"/>
              </w:rPr>
              <w:t>Materiały pomocnicze przy kwestionariuszach</w:t>
            </w:r>
          </w:p>
          <w:p w14:paraId="32A6C8EC" w14:textId="77777777" w:rsidR="00E255AD" w:rsidRPr="00C74177" w:rsidRDefault="00E255AD" w:rsidP="003D2835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4177">
              <w:rPr>
                <w:rFonts w:ascii="Corbel" w:hAnsi="Corbel"/>
                <w:w w:val="103"/>
              </w:rPr>
              <w:t>Różne techniki badań ilościowych: PAPI, CAPI, CATI, CAWI</w:t>
            </w:r>
          </w:p>
        </w:tc>
      </w:tr>
      <w:tr w:rsidR="00E255AD" w:rsidRPr="009C54AE" w14:paraId="4209C8EE" w14:textId="77777777" w:rsidTr="00923D7D">
        <w:tc>
          <w:tcPr>
            <w:tcW w:w="9639" w:type="dxa"/>
          </w:tcPr>
          <w:p w14:paraId="4399AE7F" w14:textId="77777777" w:rsidR="00E255AD" w:rsidRPr="00C74177" w:rsidRDefault="00E255AD" w:rsidP="003D2835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>Pytania kwestionariuszowe:</w:t>
            </w:r>
          </w:p>
          <w:p w14:paraId="79C80CCF" w14:textId="77777777" w:rsidR="00E255AD" w:rsidRPr="00C74177" w:rsidRDefault="00E255AD" w:rsidP="003D2835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Podział pytań ze względu na cel</w:t>
            </w:r>
          </w:p>
          <w:p w14:paraId="0AA056C4" w14:textId="77777777" w:rsidR="00E255AD" w:rsidRPr="00C74177" w:rsidRDefault="00E255AD" w:rsidP="003D2835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Podział pytań ze względu na ich budowę</w:t>
            </w:r>
          </w:p>
          <w:p w14:paraId="442D5087" w14:textId="77777777" w:rsidR="00E255AD" w:rsidRPr="00C74177" w:rsidRDefault="00E255AD" w:rsidP="003D2835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Pytania otwarte a zamknięte – wady i zalety, </w:t>
            </w:r>
          </w:p>
          <w:p w14:paraId="19773525" w14:textId="77777777" w:rsidR="00E255AD" w:rsidRPr="00C74177" w:rsidRDefault="00E255AD" w:rsidP="003D2835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Pytania w formie </w:t>
            </w:r>
            <w:proofErr w:type="spellStart"/>
            <w:r w:rsidRPr="00C74177">
              <w:rPr>
                <w:rFonts w:ascii="Corbel" w:hAnsi="Corbel"/>
                <w:w w:val="103"/>
              </w:rPr>
              <w:t>altertantyw</w:t>
            </w:r>
            <w:proofErr w:type="spellEnd"/>
            <w:r w:rsidRPr="00C74177">
              <w:rPr>
                <w:rFonts w:ascii="Corbel" w:hAnsi="Corbel"/>
                <w:w w:val="103"/>
              </w:rPr>
              <w:t xml:space="preserve"> a pytania </w:t>
            </w:r>
            <w:proofErr w:type="spellStart"/>
            <w:r w:rsidRPr="00C74177">
              <w:rPr>
                <w:rFonts w:ascii="Corbel" w:hAnsi="Corbel"/>
                <w:w w:val="103"/>
              </w:rPr>
              <w:t>wieloalternatywne</w:t>
            </w:r>
            <w:proofErr w:type="spellEnd"/>
          </w:p>
          <w:p w14:paraId="0D3E87B7" w14:textId="77777777" w:rsidR="00E255AD" w:rsidRPr="00C74177" w:rsidRDefault="00E255AD" w:rsidP="003D2835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Pytania ze skalami i </w:t>
            </w:r>
            <w:proofErr w:type="spellStart"/>
            <w:r w:rsidRPr="00C74177">
              <w:rPr>
                <w:rFonts w:ascii="Corbel" w:hAnsi="Corbel"/>
                <w:w w:val="103"/>
              </w:rPr>
              <w:t>rangowaniem</w:t>
            </w:r>
            <w:proofErr w:type="spellEnd"/>
            <w:r w:rsidRPr="00C74177">
              <w:rPr>
                <w:rFonts w:ascii="Corbel" w:hAnsi="Corbel"/>
                <w:w w:val="103"/>
              </w:rPr>
              <w:t xml:space="preserve">, </w:t>
            </w:r>
          </w:p>
          <w:p w14:paraId="32E91E98" w14:textId="77777777" w:rsidR="00E255AD" w:rsidRPr="00C74177" w:rsidRDefault="00E255AD" w:rsidP="003D2835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Pytania filtrujące i projekcyjne </w:t>
            </w:r>
          </w:p>
          <w:p w14:paraId="34478004" w14:textId="77777777" w:rsidR="00E255AD" w:rsidRPr="00C74177" w:rsidRDefault="00E255AD" w:rsidP="003D2835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Roszczenie zupełności w pytaniach </w:t>
            </w:r>
          </w:p>
          <w:p w14:paraId="3606E847" w14:textId="77777777" w:rsidR="00E255AD" w:rsidRPr="00C74177" w:rsidRDefault="00E255AD" w:rsidP="003D2835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Kafeteria odpowiedzi </w:t>
            </w:r>
          </w:p>
        </w:tc>
      </w:tr>
      <w:tr w:rsidR="00E255AD" w:rsidRPr="009C54AE" w14:paraId="506870AF" w14:textId="77777777" w:rsidTr="00923D7D">
        <w:tc>
          <w:tcPr>
            <w:tcW w:w="9639" w:type="dxa"/>
          </w:tcPr>
          <w:p w14:paraId="0C6E23D6" w14:textId="77777777" w:rsidR="00E255AD" w:rsidRPr="00C74177" w:rsidRDefault="00E255AD" w:rsidP="003D2835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lastRenderedPageBreak/>
              <w:t>Główne błędy w formułowaniu pytań kwestionariuszowych</w:t>
            </w:r>
          </w:p>
          <w:p w14:paraId="78618641" w14:textId="77777777" w:rsidR="00E255AD" w:rsidRPr="00C74177" w:rsidRDefault="00E255AD" w:rsidP="003D2835">
            <w:pPr>
              <w:shd w:val="clear" w:color="auto" w:fill="FFFFFF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Błąd multiplikacji, pytania sugerujące, brak pytań filtrujących, błąd fałszywego założenia znawstwa, złe skalowanie, itp. </w:t>
            </w:r>
          </w:p>
        </w:tc>
      </w:tr>
      <w:tr w:rsidR="00E255AD" w:rsidRPr="009C54AE" w14:paraId="2D7929C6" w14:textId="77777777" w:rsidTr="00923D7D">
        <w:tc>
          <w:tcPr>
            <w:tcW w:w="9639" w:type="dxa"/>
          </w:tcPr>
          <w:p w14:paraId="51B7DA31" w14:textId="77777777" w:rsidR="00E255AD" w:rsidRPr="00C74177" w:rsidRDefault="00E255AD" w:rsidP="003D2835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>Wybrane techniki badań jakościowych</w:t>
            </w:r>
          </w:p>
          <w:p w14:paraId="153A63DE" w14:textId="77777777" w:rsidR="00E255AD" w:rsidRPr="00C74177" w:rsidRDefault="00E255AD" w:rsidP="003D2835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</w:rPr>
            </w:pPr>
            <w:r w:rsidRPr="00C74177">
              <w:rPr>
                <w:rFonts w:ascii="Corbel" w:hAnsi="Corbel"/>
                <w:bCs/>
                <w:w w:val="103"/>
              </w:rPr>
              <w:t>Metody ilościowe a jakościowe</w:t>
            </w:r>
          </w:p>
          <w:p w14:paraId="7C15FBDC" w14:textId="77777777" w:rsidR="00E255AD" w:rsidRPr="00C74177" w:rsidRDefault="00E255AD" w:rsidP="003D2835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 Zogniskowany wywiad grupowy – zalety, wady, zasady stosowania, etapy badania techniką FGI, scenariusz jako narzędzie badań fokusowych, grupa fokusowa, rola moderatora</w:t>
            </w:r>
          </w:p>
          <w:p w14:paraId="726C1A4F" w14:textId="77777777" w:rsidR="00E255AD" w:rsidRPr="00C74177" w:rsidRDefault="00E255AD" w:rsidP="003D2835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Indywidualny wywiad pogłębiony - zalety, wady, zasady stosowania, scenariusz indywidualnego wywiadu grupowego</w:t>
            </w:r>
          </w:p>
          <w:p w14:paraId="383A3E6A" w14:textId="77777777" w:rsidR="00E255AD" w:rsidRPr="00C74177" w:rsidRDefault="00E255AD" w:rsidP="003D2835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Transkrypcja materiału badawczego </w:t>
            </w:r>
          </w:p>
        </w:tc>
      </w:tr>
      <w:tr w:rsidR="00E255AD" w:rsidRPr="009C54AE" w14:paraId="0334AD9F" w14:textId="77777777" w:rsidTr="00923D7D">
        <w:tc>
          <w:tcPr>
            <w:tcW w:w="9639" w:type="dxa"/>
          </w:tcPr>
          <w:p w14:paraId="1C444C6D" w14:textId="77777777" w:rsidR="00E255AD" w:rsidRPr="00C74177" w:rsidRDefault="00E255AD" w:rsidP="003D2835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>Wspólna analiza przygotowanych przez studentów</w:t>
            </w:r>
            <w:r w:rsidRPr="00C74177">
              <w:rPr>
                <w:rFonts w:ascii="Corbel" w:hAnsi="Corbel"/>
                <w:spacing w:val="-6"/>
              </w:rPr>
              <w:t xml:space="preserve"> </w:t>
            </w:r>
            <w:r w:rsidRPr="00C74177">
              <w:rPr>
                <w:rFonts w:ascii="Corbel" w:hAnsi="Corbel"/>
                <w:b/>
                <w:w w:val="103"/>
              </w:rPr>
              <w:t>narzędzi badawczych</w:t>
            </w:r>
          </w:p>
        </w:tc>
      </w:tr>
    </w:tbl>
    <w:p w14:paraId="16F54C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91575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D01B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AC1892" w14:textId="77777777" w:rsidR="00E960BB" w:rsidRDefault="00322CC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Wykład: wykład z prezentacją multimedialną</w:t>
      </w:r>
    </w:p>
    <w:p w14:paraId="0037835E" w14:textId="77777777" w:rsidR="00322CCF" w:rsidRDefault="00322CC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 analiza tekstów z dyskusją, projekt badawczy, praca w grupach</w:t>
      </w:r>
    </w:p>
    <w:p w14:paraId="6CB756F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8FDC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0A3D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5D57B9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F3DF9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D6A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259D6E1" w14:textId="77777777" w:rsidTr="00C05F44">
        <w:tc>
          <w:tcPr>
            <w:tcW w:w="1985" w:type="dxa"/>
            <w:vAlign w:val="center"/>
          </w:tcPr>
          <w:p w14:paraId="752B022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FEC87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25D7AE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40216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4DEBB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E9E0768" w14:textId="77777777" w:rsidTr="00C05F44">
        <w:tc>
          <w:tcPr>
            <w:tcW w:w="1985" w:type="dxa"/>
          </w:tcPr>
          <w:p w14:paraId="1B953D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754B261" w14:textId="77777777" w:rsidR="0085747A" w:rsidRPr="009C54AE" w:rsidRDefault="00322CCF" w:rsidP="00322CC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ustny, obserwacja w trakcie zajęć</w:t>
            </w:r>
          </w:p>
        </w:tc>
        <w:tc>
          <w:tcPr>
            <w:tcW w:w="2126" w:type="dxa"/>
          </w:tcPr>
          <w:p w14:paraId="174C2116" w14:textId="77777777" w:rsidR="0085747A" w:rsidRPr="009C54AE" w:rsidRDefault="00322C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2A16869" w14:textId="77777777" w:rsidTr="00C05F44">
        <w:tc>
          <w:tcPr>
            <w:tcW w:w="1985" w:type="dxa"/>
          </w:tcPr>
          <w:p w14:paraId="6F8F06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F4C321" w14:textId="77777777" w:rsidR="0085747A" w:rsidRPr="009C54AE" w:rsidRDefault="00322C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ustny, obserwacja w trakcie zajęć</w:t>
            </w:r>
          </w:p>
        </w:tc>
        <w:tc>
          <w:tcPr>
            <w:tcW w:w="2126" w:type="dxa"/>
          </w:tcPr>
          <w:p w14:paraId="34EEA7A0" w14:textId="77777777" w:rsidR="0085747A" w:rsidRPr="009C54AE" w:rsidRDefault="00322C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255AD" w:rsidRPr="009C54AE" w14:paraId="37851D49" w14:textId="77777777" w:rsidTr="00C05F44">
        <w:tc>
          <w:tcPr>
            <w:tcW w:w="1985" w:type="dxa"/>
          </w:tcPr>
          <w:p w14:paraId="452F6254" w14:textId="77777777" w:rsidR="00E255AD" w:rsidRPr="009C54AE" w:rsidRDefault="00E255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DC16B8" w14:textId="77777777" w:rsidR="00E255AD" w:rsidRPr="009C54AE" w:rsidRDefault="00322CCF" w:rsidP="00322C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14:paraId="27606165" w14:textId="77777777" w:rsidR="00E255AD" w:rsidRPr="009C54AE" w:rsidRDefault="00322C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E255AD" w:rsidRPr="009C54AE" w14:paraId="0060D4B2" w14:textId="77777777" w:rsidTr="00C05F44">
        <w:tc>
          <w:tcPr>
            <w:tcW w:w="1985" w:type="dxa"/>
          </w:tcPr>
          <w:p w14:paraId="08C138D6" w14:textId="77777777" w:rsidR="00E255AD" w:rsidRPr="009C54AE" w:rsidRDefault="00E255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7AE2FDF" w14:textId="77777777" w:rsidR="00E255AD" w:rsidRPr="009C54AE" w:rsidRDefault="00322C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14:paraId="706F7ED0" w14:textId="77777777" w:rsidR="00E255AD" w:rsidRPr="009C54AE" w:rsidRDefault="00E255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E255AD" w:rsidRPr="009C54AE" w14:paraId="64ED57EA" w14:textId="77777777" w:rsidTr="00C05F44">
        <w:tc>
          <w:tcPr>
            <w:tcW w:w="1985" w:type="dxa"/>
          </w:tcPr>
          <w:p w14:paraId="1DCC7021" w14:textId="77777777" w:rsidR="00E255AD" w:rsidRPr="009C54AE" w:rsidRDefault="00E255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6F6760F" w14:textId="77777777" w:rsidR="00E255AD" w:rsidRPr="009C54AE" w:rsidRDefault="00322C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14:paraId="781BFE07" w14:textId="77777777" w:rsidR="00E255AD" w:rsidRPr="009C54AE" w:rsidRDefault="00E255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05292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BD124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273AF5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32FAE8" w14:textId="77777777" w:rsidTr="00923D7D">
        <w:tc>
          <w:tcPr>
            <w:tcW w:w="9670" w:type="dxa"/>
          </w:tcPr>
          <w:p w14:paraId="6B19D08D" w14:textId="77777777" w:rsidR="0085747A" w:rsidRPr="009C54AE" w:rsidRDefault="00322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ustny</w:t>
            </w:r>
          </w:p>
          <w:p w14:paraId="5862A36A" w14:textId="77777777" w:rsidR="00923D7D" w:rsidRPr="009C54AE" w:rsidRDefault="00322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zaliczenie z oceną (ustalenie oceny zaliczeniowej na podstawie ocen cząstkowych z: kolokwium, przygotowania narzędzia badawczego oraz przygotowania do zajęć i aktywności na za zajęciach).</w:t>
            </w:r>
          </w:p>
          <w:p w14:paraId="5B23EC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AD04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CB1A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6963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D975C8" w14:textId="77777777" w:rsidTr="003E1941">
        <w:tc>
          <w:tcPr>
            <w:tcW w:w="4962" w:type="dxa"/>
            <w:vAlign w:val="center"/>
          </w:tcPr>
          <w:p w14:paraId="1F178F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D60D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C398C6" w14:textId="77777777" w:rsidTr="00923D7D">
        <w:tc>
          <w:tcPr>
            <w:tcW w:w="4962" w:type="dxa"/>
          </w:tcPr>
          <w:p w14:paraId="348851F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proofErr w:type="spellEnd"/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14:paraId="6CBE8365" w14:textId="77777777" w:rsidR="0085747A" w:rsidRPr="009C54AE" w:rsidRDefault="0032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BA2ACD7" w14:textId="77777777" w:rsidTr="00923D7D">
        <w:tc>
          <w:tcPr>
            <w:tcW w:w="4962" w:type="dxa"/>
          </w:tcPr>
          <w:p w14:paraId="61C8D1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A9ED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27DB557" w14:textId="77777777" w:rsidR="00C61DC5" w:rsidRPr="009C54AE" w:rsidRDefault="0032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DE786F7" w14:textId="77777777" w:rsidTr="00923D7D">
        <w:tc>
          <w:tcPr>
            <w:tcW w:w="4962" w:type="dxa"/>
          </w:tcPr>
          <w:p w14:paraId="7ACD6C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5CC28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42C989C" w14:textId="77777777" w:rsidR="00C61DC5" w:rsidRPr="009C54AE" w:rsidRDefault="0032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7863762" w14:textId="77777777" w:rsidTr="00923D7D">
        <w:tc>
          <w:tcPr>
            <w:tcW w:w="4962" w:type="dxa"/>
          </w:tcPr>
          <w:p w14:paraId="663199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EC18F5" w14:textId="77777777" w:rsidR="0085747A" w:rsidRPr="009C54AE" w:rsidRDefault="0032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14:paraId="1E486894" w14:textId="77777777" w:rsidTr="00923D7D">
        <w:tc>
          <w:tcPr>
            <w:tcW w:w="4962" w:type="dxa"/>
          </w:tcPr>
          <w:p w14:paraId="530796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1CD5F1" w14:textId="77777777" w:rsidR="0085747A" w:rsidRPr="009C54AE" w:rsidRDefault="0032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E0AA1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E91F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74C1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B2A6C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4603100" w14:textId="77777777" w:rsidTr="0071620A">
        <w:trPr>
          <w:trHeight w:val="397"/>
        </w:trPr>
        <w:tc>
          <w:tcPr>
            <w:tcW w:w="3544" w:type="dxa"/>
          </w:tcPr>
          <w:p w14:paraId="157FAD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2B0B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EE9912D" w14:textId="77777777" w:rsidTr="0071620A">
        <w:trPr>
          <w:trHeight w:val="397"/>
        </w:trPr>
        <w:tc>
          <w:tcPr>
            <w:tcW w:w="3544" w:type="dxa"/>
          </w:tcPr>
          <w:p w14:paraId="69449F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AD64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73625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9041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33937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442E271" w14:textId="77777777" w:rsidTr="0071620A">
        <w:trPr>
          <w:trHeight w:val="397"/>
        </w:trPr>
        <w:tc>
          <w:tcPr>
            <w:tcW w:w="7513" w:type="dxa"/>
          </w:tcPr>
          <w:p w14:paraId="1500F46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AD5D6C" w14:textId="77777777" w:rsidR="00C94FD1" w:rsidRPr="00C74177" w:rsidRDefault="00C94FD1" w:rsidP="00C94FD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E., Podstawy badań społecznych, Warszawa 2009.</w:t>
            </w:r>
          </w:p>
          <w:p w14:paraId="75E5ED0B" w14:textId="77777777" w:rsidR="00C94FD1" w:rsidRPr="00C74177" w:rsidRDefault="00C94FD1" w:rsidP="00C94FD1">
            <w:pPr>
              <w:shd w:val="clear" w:color="auto" w:fill="FFFFFF"/>
              <w:spacing w:after="0" w:line="240" w:lineRule="auto"/>
              <w:rPr>
                <w:rFonts w:ascii="Corbel" w:hAnsi="Corbel" w:cstheme="minorHAnsi"/>
                <w:iCs/>
                <w:sz w:val="24"/>
                <w:szCs w:val="24"/>
              </w:rPr>
            </w:pPr>
            <w:proofErr w:type="spellStart"/>
            <w:r w:rsidRPr="00C74177">
              <w:rPr>
                <w:rFonts w:ascii="Corbel" w:hAnsi="Corbel" w:cstheme="minorHAnsi"/>
                <w:iCs/>
                <w:sz w:val="24"/>
                <w:szCs w:val="24"/>
              </w:rPr>
              <w:t>Charmaz</w:t>
            </w:r>
            <w:proofErr w:type="spellEnd"/>
            <w:r w:rsidRPr="00C74177">
              <w:rPr>
                <w:rFonts w:ascii="Corbel" w:hAnsi="Corbel" w:cstheme="minorHAnsi"/>
                <w:iCs/>
                <w:sz w:val="24"/>
                <w:szCs w:val="24"/>
              </w:rPr>
              <w:t xml:space="preserve"> K., </w:t>
            </w:r>
            <w:r w:rsidRPr="00C74177">
              <w:rPr>
                <w:rFonts w:ascii="Corbel" w:hAnsi="Corbel" w:cstheme="minorHAnsi"/>
                <w:i/>
                <w:iCs/>
                <w:sz w:val="24"/>
                <w:szCs w:val="24"/>
              </w:rPr>
              <w:t>Teoria ugruntowana</w:t>
            </w:r>
            <w:r w:rsidRPr="00C74177">
              <w:rPr>
                <w:rFonts w:ascii="Corbel" w:hAnsi="Corbel" w:cstheme="minorHAnsi"/>
                <w:iCs/>
                <w:sz w:val="24"/>
                <w:szCs w:val="24"/>
              </w:rPr>
              <w:t>, Warszawa 2009.</w:t>
            </w:r>
          </w:p>
          <w:p w14:paraId="10C3C605" w14:textId="77777777" w:rsidR="00C94FD1" w:rsidRPr="00C74177" w:rsidRDefault="00C94FD1" w:rsidP="00C94FD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Gruszczyński L., </w:t>
            </w:r>
            <w:r w:rsidRPr="00C94FD1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 w:rsidRPr="00C94FD1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surveyowych</w:t>
            </w:r>
            <w:proofErr w:type="spellEnd"/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, Katowice 2005. </w:t>
            </w:r>
          </w:p>
          <w:p w14:paraId="41906D95" w14:textId="77777777" w:rsidR="00C94FD1" w:rsidRPr="00C74177" w:rsidRDefault="00C94FD1" w:rsidP="00C94FD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 w:rsidRPr="00C94FD1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Badania empiryczne w socjologii: wybór tekstów</w:t>
            </w:r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T. 1 i 2, Tyczyn 1997.</w:t>
            </w:r>
          </w:p>
          <w:p w14:paraId="5CC8B6B5" w14:textId="77777777" w:rsidR="00C94FD1" w:rsidRPr="00C74177" w:rsidRDefault="00C94FD1" w:rsidP="00C94FD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D., Frankfort-</w:t>
            </w:r>
            <w:proofErr w:type="spellStart"/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r w:rsidRPr="00C94FD1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, Poznań 2001. </w:t>
            </w:r>
          </w:p>
          <w:p w14:paraId="1B1625D5" w14:textId="77777777" w:rsidR="00C94FD1" w:rsidRPr="00C74177" w:rsidRDefault="00C94FD1" w:rsidP="00C94FD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Nowak S., </w:t>
            </w:r>
            <w:r w:rsidRPr="00C94FD1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Metodologia badań społecznych</w:t>
            </w:r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PWN, Warszawa1985.</w:t>
            </w:r>
          </w:p>
          <w:p w14:paraId="3BB61B52" w14:textId="77777777" w:rsidR="00C94FD1" w:rsidRPr="009C54AE" w:rsidRDefault="00C94FD1" w:rsidP="00C94F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Nowak S., (red.), </w:t>
            </w:r>
            <w:r w:rsidRPr="00C94FD1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Studia z metodologii nauk społecznych</w:t>
            </w:r>
            <w:r w:rsidRPr="00C741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PWN, Warszawa 1965.</w:t>
            </w:r>
          </w:p>
        </w:tc>
      </w:tr>
      <w:tr w:rsidR="0085747A" w:rsidRPr="009C54AE" w14:paraId="18EE3749" w14:textId="77777777" w:rsidTr="0071620A">
        <w:trPr>
          <w:trHeight w:val="397"/>
        </w:trPr>
        <w:tc>
          <w:tcPr>
            <w:tcW w:w="7513" w:type="dxa"/>
          </w:tcPr>
          <w:p w14:paraId="24F5F81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3B91E7" w14:textId="77777777" w:rsidR="00C94FD1" w:rsidRPr="00C74177" w:rsidRDefault="00C94FD1" w:rsidP="00C94FD1">
            <w:pPr>
              <w:shd w:val="clear" w:color="auto" w:fill="FFFFFF"/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Babiński G., </w:t>
            </w:r>
            <w:r w:rsidRPr="00C74177">
              <w:rPr>
                <w:rFonts w:ascii="Corbel" w:hAnsi="Corbel" w:cstheme="minorHAnsi"/>
                <w:i/>
                <w:sz w:val="24"/>
                <w:szCs w:val="24"/>
              </w:rPr>
              <w:t>Wybrane zagadnienia z metodologii socjologicznych badań empirycznych</w:t>
            </w:r>
            <w:r w:rsidRPr="00C74177">
              <w:rPr>
                <w:rFonts w:ascii="Corbel" w:hAnsi="Corbel" w:cstheme="minorHAnsi"/>
                <w:sz w:val="24"/>
                <w:szCs w:val="24"/>
              </w:rPr>
              <w:t>, Kraków 1980.</w:t>
            </w:r>
          </w:p>
          <w:p w14:paraId="075914F3" w14:textId="77777777" w:rsidR="00C94FD1" w:rsidRPr="00C74177" w:rsidRDefault="00C94FD1" w:rsidP="00C94FD1">
            <w:pPr>
              <w:shd w:val="clear" w:color="auto" w:fill="FFFFFF"/>
              <w:spacing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C74177">
              <w:rPr>
                <w:rFonts w:ascii="Corbel" w:hAnsi="Corbel" w:cstheme="minorHAnsi"/>
                <w:sz w:val="24"/>
                <w:szCs w:val="24"/>
              </w:rPr>
              <w:t>Barbour</w:t>
            </w:r>
            <w:proofErr w:type="spellEnd"/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 R., </w:t>
            </w:r>
            <w:r w:rsidRPr="00C74177">
              <w:rPr>
                <w:rFonts w:ascii="Corbel" w:hAnsi="Corbel" w:cstheme="minorHAnsi"/>
                <w:i/>
                <w:sz w:val="24"/>
                <w:szCs w:val="24"/>
              </w:rPr>
              <w:t>Badania fokusowe</w:t>
            </w:r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, Warszawa 2011.  </w:t>
            </w:r>
          </w:p>
          <w:p w14:paraId="7F85736F" w14:textId="77777777" w:rsidR="00C94FD1" w:rsidRPr="00C74177" w:rsidRDefault="00C94FD1" w:rsidP="00C94FD1">
            <w:pPr>
              <w:shd w:val="clear" w:color="auto" w:fill="FFFFFF"/>
              <w:spacing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C74177">
              <w:rPr>
                <w:rFonts w:ascii="Corbel" w:hAnsi="Corbel" w:cstheme="minorHAnsi"/>
                <w:sz w:val="24"/>
                <w:szCs w:val="24"/>
              </w:rPr>
              <w:t>Hammersley</w:t>
            </w:r>
            <w:proofErr w:type="spellEnd"/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 M., Atkinson P., </w:t>
            </w:r>
            <w:r w:rsidRPr="00C74177">
              <w:rPr>
                <w:rFonts w:ascii="Corbel" w:hAnsi="Corbel" w:cstheme="minorHAnsi"/>
                <w:i/>
                <w:sz w:val="24"/>
                <w:szCs w:val="24"/>
              </w:rPr>
              <w:t>Metody badań terenowych</w:t>
            </w:r>
            <w:r w:rsidRPr="00C74177">
              <w:rPr>
                <w:rFonts w:ascii="Corbel" w:hAnsi="Corbel" w:cstheme="minorHAnsi"/>
                <w:sz w:val="24"/>
                <w:szCs w:val="24"/>
              </w:rPr>
              <w:t>, Zysk i S-ka, Poznań 1995.</w:t>
            </w:r>
          </w:p>
          <w:p w14:paraId="3DAA5C44" w14:textId="77777777" w:rsidR="00C94FD1" w:rsidRPr="00C74177" w:rsidRDefault="00C94FD1" w:rsidP="00C94FD1">
            <w:pPr>
              <w:shd w:val="clear" w:color="auto" w:fill="FFFFFF"/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Lisek-Michalska J., Daniłowicz P. (red.), </w:t>
            </w:r>
            <w:r w:rsidRPr="00C74177">
              <w:rPr>
                <w:rFonts w:ascii="Corbel" w:hAnsi="Corbel" w:cstheme="minorHAnsi"/>
                <w:i/>
                <w:sz w:val="24"/>
                <w:szCs w:val="24"/>
              </w:rPr>
              <w:t>Zogniskowany wywiad grupowy. Studia nad metodą</w:t>
            </w:r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. Łódź 2007. </w:t>
            </w:r>
          </w:p>
          <w:p w14:paraId="4BA268C1" w14:textId="77777777" w:rsidR="00C94FD1" w:rsidRPr="00C74177" w:rsidRDefault="00C94FD1" w:rsidP="00C94FD1">
            <w:pPr>
              <w:shd w:val="clear" w:color="auto" w:fill="FFFFFF"/>
              <w:spacing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C74177">
              <w:rPr>
                <w:rFonts w:ascii="Corbel" w:hAnsi="Corbel" w:cstheme="minorHAnsi"/>
                <w:sz w:val="24"/>
                <w:szCs w:val="24"/>
              </w:rPr>
              <w:t>Mayntz</w:t>
            </w:r>
            <w:proofErr w:type="spellEnd"/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 R., K., Holm, P., </w:t>
            </w:r>
            <w:proofErr w:type="spellStart"/>
            <w:r w:rsidRPr="00C74177">
              <w:rPr>
                <w:rFonts w:ascii="Corbel" w:hAnsi="Corbel" w:cstheme="minorHAnsi"/>
                <w:sz w:val="24"/>
                <w:szCs w:val="24"/>
              </w:rPr>
              <w:t>Hübner</w:t>
            </w:r>
            <w:proofErr w:type="spellEnd"/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C74177">
              <w:rPr>
                <w:rFonts w:ascii="Corbel" w:hAnsi="Corbel" w:cstheme="minorHAnsi"/>
                <w:i/>
                <w:sz w:val="24"/>
                <w:szCs w:val="24"/>
              </w:rPr>
              <w:t>Wprowadzenie do metod socjologii empirycznej</w:t>
            </w:r>
            <w:r w:rsidRPr="00C74177">
              <w:rPr>
                <w:rFonts w:ascii="Corbel" w:hAnsi="Corbel" w:cstheme="minorHAnsi"/>
                <w:sz w:val="24"/>
                <w:szCs w:val="24"/>
              </w:rPr>
              <w:t>, PWN, Warszawa 1985.</w:t>
            </w:r>
          </w:p>
          <w:p w14:paraId="30999BF7" w14:textId="77777777" w:rsidR="00C94FD1" w:rsidRPr="00C74177" w:rsidRDefault="00C94FD1" w:rsidP="00C94FD1">
            <w:pPr>
              <w:shd w:val="clear" w:color="auto" w:fill="FFFFFF"/>
              <w:spacing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C74177">
              <w:rPr>
                <w:rFonts w:ascii="Corbel" w:hAnsi="Corbel" w:cstheme="minorHAnsi"/>
                <w:sz w:val="24"/>
                <w:szCs w:val="24"/>
              </w:rPr>
              <w:t>Silverman</w:t>
            </w:r>
            <w:proofErr w:type="spellEnd"/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 D., </w:t>
            </w:r>
            <w:r w:rsidRPr="00C74177">
              <w:rPr>
                <w:rFonts w:ascii="Corbel" w:hAnsi="Corbel" w:cstheme="minorHAnsi"/>
                <w:i/>
                <w:sz w:val="24"/>
                <w:szCs w:val="24"/>
              </w:rPr>
              <w:t>Prowadzenie badań jakościowych</w:t>
            </w:r>
            <w:r w:rsidRPr="00C74177">
              <w:rPr>
                <w:rFonts w:ascii="Corbel" w:hAnsi="Corbel" w:cstheme="minorHAnsi"/>
                <w:sz w:val="24"/>
                <w:szCs w:val="24"/>
              </w:rPr>
              <w:t>, PWN, Warszawa 2008.</w:t>
            </w:r>
          </w:p>
          <w:p w14:paraId="10012322" w14:textId="77777777" w:rsidR="00C94FD1" w:rsidRPr="00C74177" w:rsidRDefault="00C94FD1" w:rsidP="00C94FD1">
            <w:pPr>
              <w:shd w:val="clear" w:color="auto" w:fill="FFFFFF"/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Sztabiński P. B., Sawiński Z., Sztabiński F., </w:t>
            </w:r>
            <w:proofErr w:type="spellStart"/>
            <w:r w:rsidRPr="00C74177">
              <w:rPr>
                <w:rFonts w:ascii="Corbel" w:hAnsi="Corbel" w:cstheme="minorHAnsi"/>
                <w:i/>
                <w:iCs/>
                <w:sz w:val="24"/>
                <w:szCs w:val="24"/>
              </w:rPr>
              <w:t>Fieldwork</w:t>
            </w:r>
            <w:proofErr w:type="spellEnd"/>
            <w:r w:rsidRPr="00C74177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Jest Sztuką</w:t>
            </w:r>
            <w:r w:rsidRPr="00C74177">
              <w:rPr>
                <w:rFonts w:ascii="Corbel" w:hAnsi="Corbel" w:cstheme="minorHAnsi"/>
                <w:sz w:val="24"/>
                <w:szCs w:val="24"/>
              </w:rPr>
              <w:t xml:space="preserve">, Warszawa 2005. </w:t>
            </w:r>
          </w:p>
          <w:p w14:paraId="16AD7F02" w14:textId="77777777" w:rsidR="00C94FD1" w:rsidRPr="00C94FD1" w:rsidRDefault="00C94FD1" w:rsidP="00C94FD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94FD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Sztumski J., </w:t>
            </w:r>
            <w:r w:rsidRPr="00C94FD1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 xml:space="preserve">Wstęp do metod i technik badan społecznych, </w:t>
            </w:r>
            <w:r w:rsidRPr="00C94FD1">
              <w:rPr>
                <w:rFonts w:ascii="Corbel" w:hAnsi="Corbel" w:cstheme="minorHAnsi"/>
                <w:b w:val="0"/>
                <w:smallCaps w:val="0"/>
                <w:szCs w:val="24"/>
              </w:rPr>
              <w:t>Katowice 2010.</w:t>
            </w:r>
          </w:p>
        </w:tc>
      </w:tr>
    </w:tbl>
    <w:p w14:paraId="05CBB0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86803" w:rsidRPr="009C54AE" w14:paraId="39AB1A63" w14:textId="77777777" w:rsidTr="0069064F">
        <w:trPr>
          <w:trHeight w:val="397"/>
        </w:trPr>
        <w:tc>
          <w:tcPr>
            <w:tcW w:w="7513" w:type="dxa"/>
          </w:tcPr>
          <w:p w14:paraId="4726DC79" w14:textId="77777777" w:rsidR="00686803" w:rsidRDefault="00686803" w:rsidP="00690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B89ADFF">
              <w:rPr>
                <w:rFonts w:ascii="Corbel" w:hAnsi="Corbel"/>
                <w:b w:val="0"/>
                <w:smallCaps w:val="0"/>
              </w:rPr>
              <w:lastRenderedPageBreak/>
              <w:t>Literatura podstawowa:</w:t>
            </w:r>
          </w:p>
          <w:p w14:paraId="38E4EC4B" w14:textId="77777777" w:rsidR="00686803" w:rsidRPr="00C74177" w:rsidRDefault="00686803" w:rsidP="0069064F">
            <w:pPr>
              <w:pStyle w:val="Punktygwne"/>
              <w:spacing w:before="0" w:after="0"/>
              <w:jc w:val="both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proofErr w:type="spellStart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Babbie</w:t>
            </w:r>
            <w:proofErr w:type="spellEnd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E. (2019). 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  <w:color w:val="000000" w:themeColor="text1"/>
              </w:rPr>
              <w:t>Podstawy badań społecznych</w:t>
            </w:r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. Warszawa: Wydawnictwo Naukowe PWN.</w:t>
            </w:r>
          </w:p>
          <w:p w14:paraId="4149C706" w14:textId="77777777" w:rsidR="00686803" w:rsidRPr="00C74177" w:rsidRDefault="00686803" w:rsidP="0069064F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Barbour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 R. (2011). </w:t>
            </w:r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>Badania fokusowe</w:t>
            </w:r>
            <w:r w:rsidRPr="1B89ADFF">
              <w:rPr>
                <w:rFonts w:ascii="Corbel" w:hAnsi="Corbel" w:cstheme="minorBidi"/>
                <w:sz w:val="24"/>
                <w:szCs w:val="24"/>
              </w:rPr>
              <w:t>. Warszawa: Wydawnictwo Naukowe PWN.</w:t>
            </w:r>
          </w:p>
          <w:p w14:paraId="4664F97C" w14:textId="77777777" w:rsidR="00686803" w:rsidRPr="00C74177" w:rsidRDefault="00686803" w:rsidP="0069064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Charmaz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 K. (2013). </w:t>
            </w:r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>Teoria ugruntowana: praktyczny przewodnik po analizie jakościowej</w:t>
            </w:r>
            <w:r w:rsidRPr="1B89ADFF">
              <w:rPr>
                <w:rFonts w:ascii="Corbel" w:hAnsi="Corbel" w:cstheme="minorBidi"/>
                <w:sz w:val="24"/>
                <w:szCs w:val="24"/>
              </w:rPr>
              <w:t>. Warszawa: Wydawnictwo Naukowe PWN.</w:t>
            </w:r>
          </w:p>
          <w:p w14:paraId="2AC3EEC1" w14:textId="29340C8C" w:rsidR="00686803" w:rsidRPr="009C54AE" w:rsidRDefault="00686803" w:rsidP="00690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Nowak S.</w:t>
            </w:r>
            <w:r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</w:t>
            </w:r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(2010) 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  <w:color w:val="000000" w:themeColor="text1"/>
              </w:rPr>
              <w:t>Metodologia badań społecznych</w:t>
            </w:r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. Warszawa: Wydawnictwo Naukowe PWN.</w:t>
            </w:r>
          </w:p>
        </w:tc>
      </w:tr>
      <w:tr w:rsidR="00686803" w:rsidRPr="00C94FD1" w14:paraId="6076A004" w14:textId="77777777" w:rsidTr="0069064F">
        <w:trPr>
          <w:trHeight w:val="397"/>
        </w:trPr>
        <w:tc>
          <w:tcPr>
            <w:tcW w:w="7513" w:type="dxa"/>
          </w:tcPr>
          <w:p w14:paraId="74200B3F" w14:textId="77777777" w:rsidR="00686803" w:rsidRDefault="00686803" w:rsidP="00690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B89ADFF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C5C7470" w14:textId="77777777" w:rsidR="00686803" w:rsidRPr="00063BD1" w:rsidRDefault="00686803" w:rsidP="0069064F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5862CB77">
              <w:rPr>
                <w:rFonts w:ascii="Corbel" w:hAnsi="Corbel" w:cstheme="minorBidi"/>
                <w:sz w:val="24"/>
                <w:szCs w:val="24"/>
              </w:rPr>
              <w:t>Hammersley</w:t>
            </w:r>
            <w:proofErr w:type="spellEnd"/>
            <w:r w:rsidRPr="5862CB77">
              <w:rPr>
                <w:rFonts w:ascii="Corbel" w:hAnsi="Corbel" w:cstheme="minorBidi"/>
                <w:sz w:val="24"/>
                <w:szCs w:val="24"/>
              </w:rPr>
              <w:t xml:space="preserve"> M., Atkinson P. (1995). </w:t>
            </w:r>
            <w:r w:rsidRPr="5862CB77">
              <w:rPr>
                <w:rFonts w:ascii="Corbel" w:hAnsi="Corbel" w:cstheme="minorBidi"/>
                <w:i/>
                <w:iCs/>
                <w:sz w:val="24"/>
                <w:szCs w:val="24"/>
              </w:rPr>
              <w:t>Metody badań terenowych</w:t>
            </w:r>
            <w:r w:rsidRPr="5862CB77">
              <w:rPr>
                <w:rFonts w:ascii="Corbel" w:hAnsi="Corbel" w:cstheme="minorBidi"/>
                <w:sz w:val="24"/>
                <w:szCs w:val="24"/>
              </w:rPr>
              <w:t>. Warszawa: Zysk i S-ka.</w:t>
            </w:r>
          </w:p>
          <w:p w14:paraId="59496776" w14:textId="77777777" w:rsidR="00686803" w:rsidRPr="00C74177" w:rsidRDefault="00686803" w:rsidP="0069064F">
            <w:pPr>
              <w:pStyle w:val="Punktygwne"/>
              <w:spacing w:before="0" w:after="0"/>
              <w:jc w:val="both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proofErr w:type="spellStart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  <w:lang w:val="en-US"/>
              </w:rPr>
              <w:t>Gruszczyński</w:t>
            </w:r>
            <w:proofErr w:type="spellEnd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  <w:lang w:val="en-US"/>
              </w:rPr>
              <w:t xml:space="preserve"> L. (2005). 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  <w:color w:val="000000" w:themeColor="text1"/>
              </w:rPr>
              <w:t xml:space="preserve">Kwestionariusze w socjologii. Budowa narzędzi do badań </w:t>
            </w:r>
            <w:proofErr w:type="spellStart"/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  <w:color w:val="000000" w:themeColor="text1"/>
              </w:rPr>
              <w:t>surveyowych</w:t>
            </w:r>
            <w:proofErr w:type="spellEnd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. Katowice: Wydawnictwo Uniwersytetu Śląskiego.</w:t>
            </w:r>
          </w:p>
          <w:p w14:paraId="7012F9B3" w14:textId="77777777" w:rsidR="00686803" w:rsidRPr="00C74177" w:rsidRDefault="00686803" w:rsidP="0069064F">
            <w:pPr>
              <w:pStyle w:val="Punktygwne"/>
              <w:spacing w:before="0" w:after="0"/>
              <w:jc w:val="both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proofErr w:type="spellStart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Malikowski</w:t>
            </w:r>
            <w:proofErr w:type="spellEnd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M., Niezgoda M. (1997). 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  <w:color w:val="000000" w:themeColor="text1"/>
              </w:rPr>
              <w:t>Badania empiryczne w socjologii: wybór tekstów</w:t>
            </w:r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. T. 1 i 2. Tyczyn: Wyższa Szkoła Społeczno-Gospodarcza w Tyczynie.</w:t>
            </w:r>
          </w:p>
          <w:p w14:paraId="23022E15" w14:textId="77777777" w:rsidR="00686803" w:rsidRPr="00C74177" w:rsidRDefault="00686803" w:rsidP="0069064F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Mayntz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 R., K., Holm, P., </w:t>
            </w: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Hübner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. (1985). </w:t>
            </w:r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>Wprowadzenie do metod socjologii empirycznej</w:t>
            </w:r>
            <w:r w:rsidRPr="1B89ADFF">
              <w:rPr>
                <w:rFonts w:ascii="Corbel" w:hAnsi="Corbel" w:cstheme="minorBidi"/>
                <w:sz w:val="24"/>
                <w:szCs w:val="24"/>
              </w:rPr>
              <w:t>. Warszawa: Państwowe Wydawnictwo Naukowe.</w:t>
            </w:r>
          </w:p>
          <w:p w14:paraId="25AE9E64" w14:textId="77777777" w:rsidR="00686803" w:rsidRPr="00C74177" w:rsidRDefault="00686803" w:rsidP="0069064F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Silverman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 D. (2012). </w:t>
            </w:r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>Prowadzenie badań jakościowych</w:t>
            </w:r>
            <w:r w:rsidRPr="1B89ADFF">
              <w:rPr>
                <w:rFonts w:ascii="Corbel" w:hAnsi="Corbel" w:cstheme="minorBidi"/>
                <w:sz w:val="24"/>
                <w:szCs w:val="24"/>
              </w:rPr>
              <w:t>. Warszawa: Wydawnictwo Naukowe PWN.</w:t>
            </w:r>
          </w:p>
          <w:p w14:paraId="36FF3619" w14:textId="77777777" w:rsidR="00686803" w:rsidRDefault="00686803" w:rsidP="0069064F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Sztabiński P. B., Sawiński Z., Sztabiński F. (red.). (2005). </w:t>
            </w:r>
            <w:proofErr w:type="spellStart"/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>Fieldwork</w:t>
            </w:r>
            <w:proofErr w:type="spellEnd"/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 xml:space="preserve"> Jest sztuką</w:t>
            </w:r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. Warszawa: Wydawnictwo </w:t>
            </w: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IFiS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 PAN.</w:t>
            </w:r>
          </w:p>
          <w:p w14:paraId="77CB39C4" w14:textId="77777777" w:rsidR="00686803" w:rsidRPr="00C74177" w:rsidRDefault="00686803" w:rsidP="0069064F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1B89ADFF">
              <w:rPr>
                <w:rFonts w:ascii="Corbel" w:hAnsi="Corbel" w:cstheme="minorBidi"/>
                <w:sz w:val="24"/>
                <w:szCs w:val="24"/>
              </w:rPr>
              <w:t>http://www.rcin.org.pl/Content/37471/WA004_54527_W8057_Sztabinski-Field_roh.pdf</w:t>
            </w:r>
          </w:p>
          <w:p w14:paraId="4A74087E" w14:textId="77777777" w:rsidR="00686803" w:rsidRPr="00C94FD1" w:rsidRDefault="00686803" w:rsidP="00690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B89ADFF">
              <w:rPr>
                <w:rFonts w:ascii="Corbel" w:hAnsi="Corbel" w:cstheme="minorBidi"/>
                <w:b w:val="0"/>
                <w:smallCaps w:val="0"/>
              </w:rPr>
              <w:t xml:space="preserve">Sztumski J. 2010. 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</w:rPr>
              <w:t>Wstęp do metod i technik badan społecznych</w:t>
            </w:r>
            <w:r w:rsidRPr="1B89ADFF">
              <w:rPr>
                <w:rFonts w:ascii="Corbel" w:hAnsi="Corbel" w:cstheme="minorBidi"/>
                <w:b w:val="0"/>
                <w:smallCaps w:val="0"/>
              </w:rPr>
              <w:t>.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</w:rPr>
              <w:t xml:space="preserve"> </w:t>
            </w:r>
            <w:r w:rsidRPr="1B89ADFF">
              <w:rPr>
                <w:rFonts w:ascii="Corbel" w:hAnsi="Corbel" w:cstheme="minorBidi"/>
                <w:b w:val="0"/>
                <w:smallCaps w:val="0"/>
              </w:rPr>
              <w:t>Warszawa: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</w:rPr>
              <w:t xml:space="preserve"> </w:t>
            </w:r>
            <w:r w:rsidRPr="1B89ADFF">
              <w:rPr>
                <w:rFonts w:ascii="Corbel" w:hAnsi="Corbel" w:cstheme="minorBidi"/>
                <w:b w:val="0"/>
                <w:smallCaps w:val="0"/>
              </w:rPr>
              <w:t>Wydawnictwo Uniwersytetu Śląskiego.</w:t>
            </w:r>
          </w:p>
        </w:tc>
      </w:tr>
    </w:tbl>
    <w:p w14:paraId="724E6F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1481F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D4BE0" w14:textId="77777777" w:rsidR="00A80AE5" w:rsidRDefault="00A80AE5" w:rsidP="00C16ABF">
      <w:pPr>
        <w:spacing w:after="0" w:line="240" w:lineRule="auto"/>
      </w:pPr>
      <w:r>
        <w:separator/>
      </w:r>
    </w:p>
  </w:endnote>
  <w:endnote w:type="continuationSeparator" w:id="0">
    <w:p w14:paraId="3C8BF1E5" w14:textId="77777777" w:rsidR="00A80AE5" w:rsidRDefault="00A80A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21721" w14:textId="77777777" w:rsidR="00A80AE5" w:rsidRDefault="00A80AE5" w:rsidP="00C16ABF">
      <w:pPr>
        <w:spacing w:after="0" w:line="240" w:lineRule="auto"/>
      </w:pPr>
      <w:r>
        <w:separator/>
      </w:r>
    </w:p>
  </w:footnote>
  <w:footnote w:type="continuationSeparator" w:id="0">
    <w:p w14:paraId="61445A48" w14:textId="77777777" w:rsidR="00A80AE5" w:rsidRDefault="00A80AE5" w:rsidP="00C16ABF">
      <w:pPr>
        <w:spacing w:after="0" w:line="240" w:lineRule="auto"/>
      </w:pPr>
      <w:r>
        <w:continuationSeparator/>
      </w:r>
    </w:p>
  </w:footnote>
  <w:footnote w:id="1">
    <w:p w14:paraId="6132FE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1FEA"/>
    <w:multiLevelType w:val="hybridMultilevel"/>
    <w:tmpl w:val="AF1090B6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C2F4D"/>
    <w:multiLevelType w:val="hybridMultilevel"/>
    <w:tmpl w:val="115652AA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273310"/>
    <w:multiLevelType w:val="hybridMultilevel"/>
    <w:tmpl w:val="E4726B16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4FB"/>
    <w:rsid w:val="00153C41"/>
    <w:rsid w:val="00154381"/>
    <w:rsid w:val="001640A7"/>
    <w:rsid w:val="00164FA7"/>
    <w:rsid w:val="00166A03"/>
    <w:rsid w:val="00166E2C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CCF"/>
    <w:rsid w:val="0032341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59A"/>
    <w:rsid w:val="00414E3C"/>
    <w:rsid w:val="0042244A"/>
    <w:rsid w:val="0042745A"/>
    <w:rsid w:val="00431D5C"/>
    <w:rsid w:val="004333CE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80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25F"/>
    <w:rsid w:val="00746EC8"/>
    <w:rsid w:val="00760DA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B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E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E2517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FD1"/>
    <w:rsid w:val="00CA2B96"/>
    <w:rsid w:val="00CA5089"/>
    <w:rsid w:val="00CD5AF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FAE"/>
    <w:rsid w:val="00DD5BEF"/>
    <w:rsid w:val="00DE09C0"/>
    <w:rsid w:val="00DE4A14"/>
    <w:rsid w:val="00DF320D"/>
    <w:rsid w:val="00DF71C8"/>
    <w:rsid w:val="00E129B8"/>
    <w:rsid w:val="00E21E7D"/>
    <w:rsid w:val="00E226E2"/>
    <w:rsid w:val="00E22FBC"/>
    <w:rsid w:val="00E24BF5"/>
    <w:rsid w:val="00E25338"/>
    <w:rsid w:val="00E255AD"/>
    <w:rsid w:val="00E5107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AC"/>
    <w:rsid w:val="00FE68F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AF78"/>
  <w15:docId w15:val="{91F5CA76-2A10-444E-921E-2DDFF5E7E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E255A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8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445AF5-8591-4558-B388-42D9C0BC25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091A94-2B48-4292-A93E-EBE39D7A05A5}"/>
</file>

<file path=customXml/itemProps3.xml><?xml version="1.0" encoding="utf-8"?>
<ds:datastoreItem xmlns:ds="http://schemas.openxmlformats.org/officeDocument/2006/customXml" ds:itemID="{89ABC79A-CC5A-4040-B3A2-0398A01383DF}"/>
</file>

<file path=customXml/itemProps4.xml><?xml version="1.0" encoding="utf-8"?>
<ds:datastoreItem xmlns:ds="http://schemas.openxmlformats.org/officeDocument/2006/customXml" ds:itemID="{5B134771-5E0D-45D0-BDD3-9A3DF029096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6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8</cp:revision>
  <cp:lastPrinted>2019-02-06T12:12:00Z</cp:lastPrinted>
  <dcterms:created xsi:type="dcterms:W3CDTF">2020-11-01T08:52:00Z</dcterms:created>
  <dcterms:modified xsi:type="dcterms:W3CDTF">2021-10-01T14:07:00Z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